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CDF" w:rsidRPr="00505C83" w:rsidRDefault="00D12CDF" w:rsidP="00505C83">
      <w:pPr>
        <w:spacing w:after="0" w:line="240" w:lineRule="auto"/>
        <w:jc w:val="center"/>
        <w:rPr>
          <w:rFonts w:ascii="Times New Roman" w:eastAsia="Times New Roman" w:hAnsi="Times New Roman"/>
          <w:sz w:val="24"/>
          <w:szCs w:val="24"/>
        </w:rPr>
      </w:pPr>
      <w:r w:rsidRPr="00505C83">
        <w:rPr>
          <w:rFonts w:ascii="Arial" w:eastAsia="Times New Roman" w:hAnsi="Arial" w:cs="Arial"/>
          <w:color w:val="000000"/>
          <w:sz w:val="36"/>
          <w:szCs w:val="36"/>
          <w:u w:val="single"/>
        </w:rPr>
        <w:t>Three Day Road</w:t>
      </w:r>
      <w:r>
        <w:rPr>
          <w:rFonts w:ascii="Arial" w:eastAsia="Times New Roman" w:hAnsi="Arial" w:cs="Arial"/>
          <w:color w:val="000000"/>
          <w:sz w:val="36"/>
          <w:szCs w:val="36"/>
          <w:u w:val="single"/>
        </w:rPr>
        <w:t xml:space="preserve"> Isabella’s group</w:t>
      </w:r>
    </w:p>
    <w:p w:rsidR="00D12CDF" w:rsidRPr="00505C83" w:rsidRDefault="00D12CDF" w:rsidP="00505C83">
      <w:pPr>
        <w:spacing w:after="0" w:line="240" w:lineRule="auto"/>
        <w:jc w:val="center"/>
        <w:rPr>
          <w:rFonts w:ascii="Times New Roman" w:eastAsia="Times New Roman" w:hAnsi="Times New Roman"/>
          <w:sz w:val="24"/>
          <w:szCs w:val="24"/>
        </w:rPr>
      </w:pPr>
      <w:r w:rsidRPr="00505C83">
        <w:rPr>
          <w:rFonts w:ascii="Arial" w:eastAsia="Times New Roman" w:hAnsi="Arial" w:cs="Arial"/>
          <w:color w:val="000000"/>
          <w:sz w:val="32"/>
          <w:szCs w:val="32"/>
          <w:u w:val="single"/>
        </w:rPr>
        <w:t>Chapter 27(Piminaawin,Flying) and 28(Nipahiwewin,Murder)</w:t>
      </w:r>
    </w:p>
    <w:p w:rsidR="00D12CDF" w:rsidRPr="00505C83" w:rsidRDefault="00D12CDF" w:rsidP="00505C83">
      <w:pPr>
        <w:spacing w:after="0" w:line="240" w:lineRule="auto"/>
        <w:rPr>
          <w:rFonts w:ascii="Times New Roman" w:eastAsia="Times New Roman" w:hAnsi="Times New Roman"/>
          <w:sz w:val="24"/>
          <w:szCs w:val="24"/>
        </w:rPr>
      </w:pPr>
    </w:p>
    <w:p w:rsidR="00D12CDF" w:rsidRPr="00C04452" w:rsidRDefault="00D12CDF" w:rsidP="00505C83">
      <w:pPr>
        <w:spacing w:after="0" w:line="240" w:lineRule="auto"/>
        <w:rPr>
          <w:rFonts w:ascii="Arial" w:eastAsia="Times New Roman" w:hAnsi="Arial" w:cs="Arial"/>
          <w:b/>
          <w:bCs/>
          <w:color w:val="000000"/>
          <w:sz w:val="29"/>
          <w:szCs w:val="29"/>
          <w:u w:val="single"/>
        </w:rPr>
      </w:pPr>
      <w:r w:rsidRPr="00C04452">
        <w:rPr>
          <w:rFonts w:ascii="Arial" w:eastAsia="Times New Roman" w:hAnsi="Arial" w:cs="Arial"/>
          <w:b/>
          <w:bCs/>
          <w:color w:val="000000"/>
          <w:sz w:val="29"/>
          <w:szCs w:val="29"/>
          <w:u w:val="single"/>
        </w:rPr>
        <w:t>Summary</w:t>
      </w:r>
    </w:p>
    <w:p w:rsidR="00D12CDF" w:rsidRPr="003A10DE" w:rsidRDefault="00D12CDF" w:rsidP="00505C83">
      <w:pPr>
        <w:spacing w:after="0" w:line="240" w:lineRule="auto"/>
        <w:rPr>
          <w:rFonts w:ascii="Times New Roman" w:eastAsia="Times New Roman" w:hAnsi="Times New Roman"/>
          <w:sz w:val="24"/>
          <w:szCs w:val="24"/>
        </w:rPr>
      </w:pPr>
      <w:r w:rsidRPr="003A10DE">
        <w:rPr>
          <w:rFonts w:ascii="Arial" w:eastAsia="Times New Roman" w:hAnsi="Arial" w:cs="Arial"/>
          <w:b/>
          <w:bCs/>
          <w:color w:val="000000"/>
          <w:sz w:val="24"/>
          <w:szCs w:val="24"/>
          <w:u w:val="single"/>
        </w:rPr>
        <w:t>Chapter 27</w:t>
      </w:r>
    </w:p>
    <w:p w:rsidR="00D12CDF" w:rsidRPr="003A10DE" w:rsidRDefault="00D12CDF" w:rsidP="00505C83">
      <w:pPr>
        <w:numPr>
          <w:ilvl w:val="0"/>
          <w:numId w:val="1"/>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Xavier has finally used the last amount of the morphine</w:t>
      </w:r>
    </w:p>
    <w:p w:rsidR="00D12CDF" w:rsidRPr="003A10DE" w:rsidRDefault="00D12CDF" w:rsidP="00505C83">
      <w:pPr>
        <w:numPr>
          <w:ilvl w:val="0"/>
          <w:numId w:val="1"/>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is awarded a medal for bravery and honour</w:t>
      </w:r>
    </w:p>
    <w:p w:rsidR="00D12CDF" w:rsidRPr="003A10DE" w:rsidRDefault="00D12CDF" w:rsidP="00505C83">
      <w:pPr>
        <w:numPr>
          <w:ilvl w:val="0"/>
          <w:numId w:val="1"/>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discovers the location of the German officers, and then he brutally kills them</w:t>
      </w:r>
    </w:p>
    <w:p w:rsidR="00D12CDF" w:rsidRPr="003A10DE" w:rsidRDefault="00D12CDF" w:rsidP="00505C83">
      <w:pPr>
        <w:numPr>
          <w:ilvl w:val="0"/>
          <w:numId w:val="1"/>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Word travels that Corporal Thompson has died from his wounds</w:t>
      </w:r>
    </w:p>
    <w:p w:rsidR="00D12CDF" w:rsidRPr="003A10DE" w:rsidRDefault="00D12CDF" w:rsidP="00505C83">
      <w:pPr>
        <w:numPr>
          <w:ilvl w:val="0"/>
          <w:numId w:val="1"/>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is asked to fly on an airplane with the pilots and he is thrilled, but later discovers that flying differs greatly from what he has imagined all these years</w:t>
      </w:r>
    </w:p>
    <w:p w:rsidR="00D12CDF" w:rsidRPr="003A10DE" w:rsidRDefault="00D12CDF" w:rsidP="00505C83">
      <w:pPr>
        <w:spacing w:after="0" w:line="240" w:lineRule="auto"/>
        <w:rPr>
          <w:rFonts w:ascii="Times New Roman" w:eastAsia="Times New Roman" w:hAnsi="Times New Roman"/>
          <w:sz w:val="24"/>
          <w:szCs w:val="24"/>
        </w:rPr>
      </w:pPr>
      <w:r w:rsidRPr="003A10DE">
        <w:rPr>
          <w:rFonts w:ascii="Arial" w:eastAsia="Times New Roman" w:hAnsi="Arial" w:cs="Arial"/>
          <w:b/>
          <w:bCs/>
          <w:color w:val="000000"/>
          <w:sz w:val="24"/>
          <w:szCs w:val="24"/>
          <w:u w:val="single"/>
        </w:rPr>
        <w:t>Chapter 28</w:t>
      </w:r>
    </w:p>
    <w:p w:rsidR="00D12CDF" w:rsidRPr="003A10DE" w:rsidRDefault="00D12CDF" w:rsidP="00505C83">
      <w:pPr>
        <w:numPr>
          <w:ilvl w:val="0"/>
          <w:numId w:val="2"/>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Xavier and Elijah are sent to the city of Amiens to fight</w:t>
      </w:r>
    </w:p>
    <w:p w:rsidR="00D12CDF" w:rsidRPr="003A10DE" w:rsidRDefault="00D12CDF" w:rsidP="00505C83">
      <w:pPr>
        <w:numPr>
          <w:ilvl w:val="0"/>
          <w:numId w:val="2"/>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disappears for two days and is out killing more German soldiers</w:t>
      </w:r>
    </w:p>
    <w:p w:rsidR="00D12CDF" w:rsidRPr="003A10DE" w:rsidRDefault="00D12CDF" w:rsidP="00505C83">
      <w:pPr>
        <w:numPr>
          <w:ilvl w:val="0"/>
          <w:numId w:val="2"/>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Breech confronts Elijah about his morphine addiction, the atrocities he has done, and his habit of cutting off scalps</w:t>
      </w:r>
    </w:p>
    <w:p w:rsidR="00D12CDF" w:rsidRPr="003A10DE" w:rsidRDefault="00D12CDF" w:rsidP="00505C83">
      <w:pPr>
        <w:numPr>
          <w:ilvl w:val="0"/>
          <w:numId w:val="2"/>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Grey Eyes had betrayed Elijah, so Elijah kills both Breech and Grey Eyes</w:t>
      </w:r>
    </w:p>
    <w:p w:rsidR="00D12CDF" w:rsidRPr="003A10DE" w:rsidRDefault="00D12CDF" w:rsidP="00505C83">
      <w:pPr>
        <w:numPr>
          <w:ilvl w:val="0"/>
          <w:numId w:val="2"/>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provides Xavier with reassurance that he is ready to go back home, but Xavier tells Elijah that Niska is dead</w:t>
      </w:r>
    </w:p>
    <w:p w:rsidR="00D12CDF" w:rsidRPr="00505C83" w:rsidRDefault="00D12CDF" w:rsidP="00505C83">
      <w:pPr>
        <w:spacing w:after="0" w:line="240" w:lineRule="auto"/>
        <w:rPr>
          <w:rFonts w:ascii="Times New Roman" w:eastAsia="Times New Roman" w:hAnsi="Times New Roman"/>
          <w:sz w:val="24"/>
          <w:szCs w:val="24"/>
        </w:rPr>
      </w:pPr>
    </w:p>
    <w:p w:rsidR="00D12CDF" w:rsidRPr="00C04452" w:rsidRDefault="00D12CDF" w:rsidP="00505C83">
      <w:pPr>
        <w:spacing w:after="0" w:line="240" w:lineRule="auto"/>
        <w:rPr>
          <w:rFonts w:ascii="Times New Roman" w:eastAsia="Times New Roman" w:hAnsi="Times New Roman"/>
          <w:sz w:val="24"/>
          <w:szCs w:val="24"/>
          <w:u w:val="single"/>
        </w:rPr>
      </w:pPr>
      <w:r w:rsidRPr="00C04452">
        <w:rPr>
          <w:rFonts w:ascii="Arial" w:eastAsia="Times New Roman" w:hAnsi="Arial" w:cs="Arial"/>
          <w:b/>
          <w:bCs/>
          <w:color w:val="000000"/>
          <w:sz w:val="29"/>
          <w:szCs w:val="29"/>
          <w:u w:val="single"/>
        </w:rPr>
        <w:t>Significance of the Titles</w:t>
      </w:r>
    </w:p>
    <w:p w:rsidR="00D12CDF" w:rsidRPr="003A10DE" w:rsidRDefault="00D12CDF" w:rsidP="003A10DE">
      <w:pPr>
        <w:numPr>
          <w:ilvl w:val="0"/>
          <w:numId w:val="3"/>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b/>
          <w:bCs/>
          <w:color w:val="000000"/>
          <w:sz w:val="24"/>
          <w:szCs w:val="24"/>
          <w:u w:val="single"/>
        </w:rPr>
        <w:t>Flying (Chapter 27)</w:t>
      </w:r>
      <w:r w:rsidRPr="003A10DE">
        <w:rPr>
          <w:rFonts w:ascii="Arial" w:eastAsia="Times New Roman" w:hAnsi="Arial" w:cs="Arial"/>
          <w:color w:val="000000"/>
          <w:sz w:val="24"/>
          <w:szCs w:val="24"/>
        </w:rPr>
        <w:t xml:space="preserve"> – It refers to the major event when Elijah finally receives the opportunity to fly in an airplane, but then discovers it was a false dream</w:t>
      </w:r>
    </w:p>
    <w:p w:rsidR="00D12CDF" w:rsidRPr="003A10DE" w:rsidRDefault="00D12CDF" w:rsidP="00505C83">
      <w:pPr>
        <w:numPr>
          <w:ilvl w:val="0"/>
          <w:numId w:val="3"/>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b/>
          <w:bCs/>
          <w:color w:val="000000"/>
          <w:sz w:val="24"/>
          <w:szCs w:val="24"/>
          <w:u w:val="single"/>
        </w:rPr>
        <w:t>Murder (Chapter 28)</w:t>
      </w:r>
      <w:r w:rsidRPr="003A10DE">
        <w:rPr>
          <w:rFonts w:ascii="Arial" w:eastAsia="Times New Roman" w:hAnsi="Arial" w:cs="Arial"/>
          <w:color w:val="000000"/>
          <w:sz w:val="24"/>
          <w:szCs w:val="24"/>
        </w:rPr>
        <w:t>- It refers to the main event when Elijah murders Grey Eyes and Breech just to avoid consequences</w:t>
      </w:r>
    </w:p>
    <w:p w:rsidR="00D12CDF" w:rsidRPr="00505C83" w:rsidRDefault="00D12CDF" w:rsidP="00505C83">
      <w:pPr>
        <w:spacing w:after="0" w:line="240" w:lineRule="auto"/>
        <w:rPr>
          <w:rFonts w:ascii="Times New Roman" w:eastAsia="Times New Roman" w:hAnsi="Times New Roman"/>
          <w:sz w:val="24"/>
          <w:szCs w:val="24"/>
        </w:rPr>
      </w:pPr>
    </w:p>
    <w:p w:rsidR="00D12CDF" w:rsidRPr="00C04452" w:rsidRDefault="00D12CDF" w:rsidP="00505C83">
      <w:pPr>
        <w:spacing w:after="0" w:line="240" w:lineRule="auto"/>
        <w:rPr>
          <w:rFonts w:ascii="Arial" w:eastAsia="Times New Roman" w:hAnsi="Arial" w:cs="Arial"/>
          <w:b/>
          <w:bCs/>
          <w:color w:val="000000"/>
          <w:sz w:val="29"/>
          <w:szCs w:val="29"/>
          <w:u w:val="single"/>
        </w:rPr>
      </w:pPr>
      <w:r w:rsidRPr="00C04452">
        <w:rPr>
          <w:rFonts w:ascii="Arial" w:eastAsia="Times New Roman" w:hAnsi="Arial" w:cs="Arial"/>
          <w:b/>
          <w:bCs/>
          <w:color w:val="000000"/>
          <w:sz w:val="29"/>
          <w:szCs w:val="29"/>
          <w:u w:val="single"/>
        </w:rPr>
        <w:t xml:space="preserve">Quotations </w:t>
      </w:r>
    </w:p>
    <w:p w:rsidR="00D12CDF" w:rsidRPr="00C04452" w:rsidRDefault="00D12CDF" w:rsidP="00505C83">
      <w:pPr>
        <w:spacing w:after="0" w:line="240" w:lineRule="auto"/>
        <w:rPr>
          <w:rFonts w:ascii="Times New Roman" w:eastAsia="Times New Roman" w:hAnsi="Times New Roman"/>
          <w:sz w:val="24"/>
          <w:szCs w:val="24"/>
          <w:u w:val="single"/>
        </w:rPr>
      </w:pPr>
      <w:r w:rsidRPr="00C04452">
        <w:rPr>
          <w:rFonts w:ascii="Arial" w:eastAsia="Times New Roman" w:hAnsi="Arial" w:cs="Arial"/>
          <w:b/>
          <w:bCs/>
          <w:color w:val="000000"/>
          <w:sz w:val="24"/>
          <w:szCs w:val="24"/>
          <w:u w:val="single"/>
        </w:rPr>
        <w:t>Chapter 27</w:t>
      </w:r>
    </w:p>
    <w:p w:rsidR="00D12CDF" w:rsidRPr="003A10DE" w:rsidRDefault="00D12CDF" w:rsidP="0090628B">
      <w:p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b/>
          <w:bCs/>
          <w:color w:val="000000"/>
          <w:sz w:val="24"/>
          <w:szCs w:val="24"/>
        </w:rPr>
        <w:t>1)</w:t>
      </w:r>
      <w:r>
        <w:rPr>
          <w:rFonts w:ascii="Arial" w:eastAsia="Times New Roman" w:hAnsi="Arial" w:cs="Arial"/>
          <w:b/>
          <w:bCs/>
          <w:color w:val="000000"/>
          <w:sz w:val="24"/>
          <w:szCs w:val="24"/>
        </w:rPr>
        <w:t xml:space="preserve"> </w:t>
      </w:r>
      <w:r w:rsidRPr="003A10DE">
        <w:rPr>
          <w:rFonts w:ascii="Arial" w:eastAsia="Times New Roman" w:hAnsi="Arial" w:cs="Arial"/>
          <w:b/>
          <w:bCs/>
          <w:color w:val="000000"/>
          <w:sz w:val="24"/>
          <w:szCs w:val="24"/>
        </w:rPr>
        <w:t>Page 326 - I see a hunger in Elijah that he can’t satisfy.</w:t>
      </w:r>
    </w:p>
    <w:p w:rsidR="00D12CDF" w:rsidRPr="003A10DE"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Indicates that Xavier has noticed a change in Elijah</w:t>
      </w:r>
    </w:p>
    <w:p w:rsidR="00D12CDF" w:rsidRPr="003A10DE"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Rather than killing for survival, Elijah does it for enjoyment</w:t>
      </w:r>
    </w:p>
    <w:p w:rsidR="00D12CDF" w:rsidRPr="003A10DE"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Contributes to theme of war and how it turns men into monsters with a hunger for killing</w:t>
      </w:r>
    </w:p>
    <w:p w:rsidR="00D12CDF" w:rsidRPr="003A10DE"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Adds to the plot as Xavier slowly recognizes this hunger in Elijah and they become more distant (creates a contrast between their relationship now and before the war)</w:t>
      </w:r>
    </w:p>
    <w:p w:rsidR="00D12CDF" w:rsidRPr="003A10DE"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Xavier fears what Elijah has done and what he is becoming</w:t>
      </w:r>
    </w:p>
    <w:p w:rsidR="00D12CDF" w:rsidRDefault="00D12CDF" w:rsidP="0090628B">
      <w:pPr>
        <w:numPr>
          <w:ilvl w:val="0"/>
          <w:numId w:val="6"/>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Introduces a conflict within Xavier as he now has mixed feelings about Elijah, who used to be his best friend</w:t>
      </w:r>
    </w:p>
    <w:p w:rsidR="00D12CDF" w:rsidRDefault="00D12CDF" w:rsidP="0090628B">
      <w:pPr>
        <w:spacing w:after="0" w:line="240" w:lineRule="auto"/>
        <w:ind w:left="720"/>
        <w:textAlignment w:val="baseline"/>
        <w:rPr>
          <w:rFonts w:ascii="Arial" w:eastAsia="Times New Roman" w:hAnsi="Arial" w:cs="Arial"/>
          <w:color w:val="000000"/>
          <w:sz w:val="24"/>
          <w:szCs w:val="24"/>
        </w:rPr>
      </w:pPr>
    </w:p>
    <w:p w:rsidR="00D12CDF" w:rsidRPr="003A10DE" w:rsidRDefault="00D12CDF" w:rsidP="00505C83">
      <w:pPr>
        <w:spacing w:after="0" w:line="240" w:lineRule="auto"/>
        <w:rPr>
          <w:rFonts w:ascii="Times New Roman" w:eastAsia="Times New Roman" w:hAnsi="Times New Roman"/>
          <w:sz w:val="24"/>
          <w:szCs w:val="24"/>
        </w:rPr>
      </w:pPr>
      <w:r w:rsidRPr="003A10DE">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 xml:space="preserve">2) </w:t>
      </w:r>
      <w:r w:rsidRPr="003A10DE">
        <w:rPr>
          <w:rFonts w:ascii="Arial" w:eastAsia="Times New Roman" w:hAnsi="Arial" w:cs="Arial"/>
          <w:b/>
          <w:bCs/>
          <w:color w:val="000000"/>
          <w:sz w:val="24"/>
          <w:szCs w:val="24"/>
        </w:rPr>
        <w:t>Page 331 - Elijah realizes that now, something has changed.</w:t>
      </w:r>
    </w:p>
    <w:p w:rsidR="00D12CDF" w:rsidRPr="003A10DE" w:rsidRDefault="00D12CDF" w:rsidP="00505C83">
      <w:pPr>
        <w:numPr>
          <w:ilvl w:val="0"/>
          <w:numId w:val="4"/>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has finally noticed a great change in himself</w:t>
      </w:r>
    </w:p>
    <w:p w:rsidR="00D12CDF" w:rsidRPr="003A10DE" w:rsidRDefault="00D12CDF" w:rsidP="00505C83">
      <w:pPr>
        <w:numPr>
          <w:ilvl w:val="0"/>
          <w:numId w:val="4"/>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The dream of flying which had defined Elijah’s character for so long proved to lead to nothing but fear and disappointment</w:t>
      </w:r>
    </w:p>
    <w:p w:rsidR="00D12CDF" w:rsidRPr="003A10DE" w:rsidRDefault="00D12CDF" w:rsidP="00505C83">
      <w:pPr>
        <w:numPr>
          <w:ilvl w:val="0"/>
          <w:numId w:val="4"/>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The experience of flying opened up Elijah’s eyes and brought him to the realization that the war has really changed him</w:t>
      </w:r>
    </w:p>
    <w:p w:rsidR="00D12CDF" w:rsidRPr="003A10DE" w:rsidRDefault="00D12CDF" w:rsidP="00505C83">
      <w:pPr>
        <w:numPr>
          <w:ilvl w:val="0"/>
          <w:numId w:val="4"/>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 is confused and wonders if he is meant to walk on the ground and not fly</w:t>
      </w:r>
    </w:p>
    <w:p w:rsidR="00D12CDF" w:rsidRPr="003A10DE" w:rsidRDefault="00D12CDF" w:rsidP="00505C83">
      <w:pPr>
        <w:numPr>
          <w:ilvl w:val="0"/>
          <w:numId w:val="4"/>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Reveals a </w:t>
      </w:r>
      <w:r w:rsidRPr="003A10DE">
        <w:rPr>
          <w:rFonts w:ascii="Arial" w:eastAsia="Times New Roman" w:hAnsi="Arial" w:cs="Arial"/>
          <w:color w:val="000000"/>
          <w:sz w:val="24"/>
          <w:szCs w:val="24"/>
        </w:rPr>
        <w:t>conflict within Elijah, as he now struggles to find his new identity</w:t>
      </w:r>
    </w:p>
    <w:p w:rsidR="00D12CDF" w:rsidRDefault="00D12CDF" w:rsidP="00C04452">
      <w:pPr>
        <w:numPr>
          <w:ilvl w:val="0"/>
          <w:numId w:val="4"/>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Contributes to the theme of war and how it changes everyone; even their hopes and dreams</w:t>
      </w:r>
    </w:p>
    <w:p w:rsidR="00D12CDF" w:rsidRDefault="00D12CDF" w:rsidP="0090628B">
      <w:pPr>
        <w:spacing w:after="0" w:line="240" w:lineRule="auto"/>
        <w:textAlignment w:val="baseline"/>
        <w:rPr>
          <w:rFonts w:ascii="Arial" w:eastAsia="Times New Roman" w:hAnsi="Arial" w:cs="Arial"/>
          <w:b/>
          <w:bCs/>
          <w:color w:val="000000"/>
          <w:sz w:val="24"/>
          <w:szCs w:val="24"/>
          <w:u w:val="single"/>
        </w:rPr>
      </w:pPr>
    </w:p>
    <w:p w:rsidR="00D12CDF" w:rsidRDefault="00D12CDF" w:rsidP="0090628B">
      <w:pPr>
        <w:spacing w:after="0" w:line="240" w:lineRule="auto"/>
        <w:textAlignment w:val="baseline"/>
        <w:rPr>
          <w:rFonts w:ascii="Arial" w:eastAsia="Times New Roman" w:hAnsi="Arial" w:cs="Arial"/>
          <w:b/>
          <w:bCs/>
          <w:color w:val="000000"/>
          <w:sz w:val="24"/>
          <w:szCs w:val="24"/>
          <w:u w:val="single"/>
        </w:rPr>
      </w:pPr>
    </w:p>
    <w:p w:rsidR="00D12CDF" w:rsidRDefault="00D12CDF" w:rsidP="0090628B">
      <w:pPr>
        <w:spacing w:after="0" w:line="240" w:lineRule="auto"/>
        <w:textAlignment w:val="baseline"/>
        <w:rPr>
          <w:rFonts w:ascii="Arial" w:eastAsia="Times New Roman" w:hAnsi="Arial" w:cs="Arial"/>
          <w:b/>
          <w:bCs/>
          <w:color w:val="000000"/>
          <w:sz w:val="24"/>
          <w:szCs w:val="24"/>
          <w:u w:val="single"/>
        </w:rPr>
      </w:pPr>
    </w:p>
    <w:p w:rsidR="00D12CDF" w:rsidRPr="00C04452" w:rsidRDefault="00D12CDF" w:rsidP="0090628B">
      <w:pPr>
        <w:spacing w:after="0" w:line="240" w:lineRule="auto"/>
        <w:textAlignment w:val="baseline"/>
        <w:rPr>
          <w:rFonts w:ascii="Arial" w:eastAsia="Times New Roman" w:hAnsi="Arial" w:cs="Arial"/>
          <w:b/>
          <w:bCs/>
          <w:color w:val="000000"/>
          <w:sz w:val="24"/>
          <w:szCs w:val="24"/>
          <w:u w:val="single"/>
        </w:rPr>
      </w:pPr>
      <w:r w:rsidRPr="00C04452">
        <w:rPr>
          <w:rFonts w:ascii="Arial" w:eastAsia="Times New Roman" w:hAnsi="Arial" w:cs="Arial"/>
          <w:b/>
          <w:bCs/>
          <w:color w:val="000000"/>
          <w:sz w:val="24"/>
          <w:szCs w:val="24"/>
          <w:u w:val="single"/>
        </w:rPr>
        <w:t>Chapter 28</w:t>
      </w:r>
    </w:p>
    <w:p w:rsidR="00D12CDF" w:rsidRPr="003A10DE" w:rsidRDefault="00D12CDF" w:rsidP="00505C83">
      <w:pPr>
        <w:spacing w:after="0" w:line="240" w:lineRule="auto"/>
        <w:rPr>
          <w:rFonts w:ascii="Times New Roman" w:eastAsia="Times New Roman" w:hAnsi="Times New Roman"/>
          <w:sz w:val="24"/>
          <w:szCs w:val="24"/>
        </w:rPr>
      </w:pPr>
      <w:r>
        <w:rPr>
          <w:rFonts w:ascii="Arial" w:eastAsia="Times New Roman" w:hAnsi="Arial" w:cs="Arial"/>
          <w:b/>
          <w:bCs/>
          <w:color w:val="000000"/>
          <w:sz w:val="24"/>
          <w:szCs w:val="24"/>
        </w:rPr>
        <w:t>3</w:t>
      </w:r>
      <w:r w:rsidRPr="003A10DE">
        <w:rPr>
          <w:rFonts w:ascii="Arial" w:eastAsia="Times New Roman" w:hAnsi="Arial" w:cs="Arial"/>
          <w:b/>
          <w:bCs/>
          <w:color w:val="000000"/>
          <w:sz w:val="24"/>
          <w:szCs w:val="24"/>
        </w:rPr>
        <w:t>) Page 343 - Sometimes I feel like I was mad too. But I feel like I must leave this place, that I am ready. We will go back home and you and I will return as heroes.</w:t>
      </w:r>
    </w:p>
    <w:p w:rsidR="00D12CDF" w:rsidRPr="003A10DE" w:rsidRDefault="00D12CDF" w:rsidP="00505C83">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Demonstrates that Elijah feels like he’s had enough of the war</w:t>
      </w:r>
    </w:p>
    <w:p w:rsidR="00D12CDF" w:rsidRPr="003A10DE" w:rsidRDefault="00D12CDF" w:rsidP="00505C83">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The heinous deeds that Elijah has done have come back to push him away from the war</w:t>
      </w:r>
    </w:p>
    <w:p w:rsidR="00D12CDF" w:rsidRPr="003A10DE" w:rsidRDefault="00D12CDF" w:rsidP="00505C83">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Elijah’s need for adventure has been satisfied by this war, and his accomplishments are sufficient enough that he can go home with pride</w:t>
      </w:r>
    </w:p>
    <w:p w:rsidR="00D12CDF" w:rsidRPr="003A10DE" w:rsidRDefault="00D12CDF" w:rsidP="00505C83">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Indicates a conflict within Elijah as he is desperate for everything to return to normal</w:t>
      </w:r>
    </w:p>
    <w:p w:rsidR="00D12CDF" w:rsidRPr="003A10DE" w:rsidRDefault="00D12CDF" w:rsidP="00505C83">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He says this quotation to Xavier in hope that he could provide some comfort that going home can fill the void created by this war</w:t>
      </w:r>
    </w:p>
    <w:p w:rsidR="00D12CDF" w:rsidRPr="00C04452" w:rsidRDefault="00D12CDF" w:rsidP="00C04452">
      <w:pPr>
        <w:numPr>
          <w:ilvl w:val="0"/>
          <w:numId w:val="5"/>
        </w:numPr>
        <w:spacing w:after="0" w:line="240" w:lineRule="auto"/>
        <w:textAlignment w:val="baseline"/>
        <w:rPr>
          <w:rFonts w:ascii="Arial" w:eastAsia="Times New Roman" w:hAnsi="Arial" w:cs="Arial"/>
          <w:color w:val="000000"/>
          <w:sz w:val="24"/>
          <w:szCs w:val="24"/>
        </w:rPr>
      </w:pPr>
      <w:r w:rsidRPr="003A10DE">
        <w:rPr>
          <w:rFonts w:ascii="Arial" w:eastAsia="Times New Roman" w:hAnsi="Arial" w:cs="Arial"/>
          <w:color w:val="000000"/>
          <w:sz w:val="24"/>
          <w:szCs w:val="24"/>
        </w:rPr>
        <w:t>Contributes to the theme of war and how even the most confident soldiers will eventually succumb to the fear and terror that war causes</w:t>
      </w:r>
    </w:p>
    <w:p w:rsidR="00D12CDF" w:rsidRDefault="00D12CDF" w:rsidP="0090628B">
      <w:pPr>
        <w:spacing w:after="0" w:line="240" w:lineRule="auto"/>
        <w:ind w:left="360"/>
        <w:textAlignment w:val="baseline"/>
        <w:rPr>
          <w:rFonts w:ascii="Arial" w:eastAsia="Times New Roman" w:hAnsi="Arial" w:cs="Arial"/>
          <w:color w:val="000000"/>
          <w:sz w:val="24"/>
          <w:szCs w:val="24"/>
        </w:rPr>
      </w:pPr>
    </w:p>
    <w:p w:rsidR="00D12CDF" w:rsidRPr="00C04452" w:rsidRDefault="00D12CDF" w:rsidP="00C04452">
      <w:pPr>
        <w:spacing w:after="0" w:line="240" w:lineRule="auto"/>
        <w:rPr>
          <w:rFonts w:ascii="Times New Roman" w:eastAsia="Times New Roman" w:hAnsi="Times New Roman"/>
          <w:sz w:val="24"/>
          <w:szCs w:val="24"/>
        </w:rPr>
      </w:pPr>
      <w:r w:rsidRPr="00C04452">
        <w:rPr>
          <w:rFonts w:ascii="Arial" w:eastAsia="Times New Roman" w:hAnsi="Arial" w:cs="Arial"/>
          <w:b/>
          <w:bCs/>
          <w:color w:val="000000"/>
          <w:sz w:val="24"/>
          <w:szCs w:val="24"/>
        </w:rPr>
        <w:t>4) Page 343- His words release the agony that I have not been able to face till now, that I have not been able to speak aloud until now. I have lost everything.</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Reveals a portion of Xavier’s feelings that have accumulated throughout this whole war experience</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Xavier had lost many people that he relied on: Gilberto, Sean Patrick, Graves, McCaan, and Thompson</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The only person left was Elijah, but the little bit of faith that Xavier had for Elijah was destroyed when Elijah murdered Grey Eyes and Breech</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Contributes to the plot since Xavier and Elijah, who were once best friends, no longer rely on one another</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Provides readers with a contrast regarding their relationship before the war and now</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His depression is also because of passing of Niska, who was his guardian for so long. His one goal was to return home and be with Niska. However, even that motivation is gone now.</w:t>
      </w:r>
    </w:p>
    <w:p w:rsidR="00D12CDF" w:rsidRPr="00C04452" w:rsidRDefault="00D12CDF" w:rsidP="00C04452">
      <w:pPr>
        <w:numPr>
          <w:ilvl w:val="0"/>
          <w:numId w:val="7"/>
        </w:numPr>
        <w:spacing w:after="0" w:line="240" w:lineRule="auto"/>
        <w:textAlignment w:val="baseline"/>
        <w:rPr>
          <w:rFonts w:ascii="Arial" w:eastAsia="Times New Roman" w:hAnsi="Arial" w:cs="Arial"/>
          <w:color w:val="000000"/>
          <w:sz w:val="24"/>
          <w:szCs w:val="24"/>
        </w:rPr>
      </w:pPr>
      <w:r w:rsidRPr="00C04452">
        <w:rPr>
          <w:rFonts w:ascii="Arial" w:eastAsia="Times New Roman" w:hAnsi="Arial" w:cs="Arial"/>
          <w:color w:val="000000"/>
          <w:sz w:val="24"/>
          <w:szCs w:val="24"/>
        </w:rPr>
        <w:t>Demonstrates a great conflict within Xavier since he must now struggle through this war with no one to depend on and adds to the theme of war and how soldiers must depend on each other in order to endure the horrors of war</w:t>
      </w:r>
    </w:p>
    <w:p w:rsidR="00D12CDF" w:rsidRPr="003A10DE" w:rsidRDefault="00D12CDF" w:rsidP="00C04452">
      <w:pPr>
        <w:spacing w:after="0" w:line="240" w:lineRule="auto"/>
        <w:ind w:left="360"/>
        <w:textAlignment w:val="baseline"/>
        <w:rPr>
          <w:rFonts w:ascii="Arial" w:eastAsia="Times New Roman" w:hAnsi="Arial" w:cs="Arial"/>
          <w:color w:val="000000"/>
          <w:sz w:val="24"/>
          <w:szCs w:val="24"/>
        </w:rPr>
      </w:pPr>
    </w:p>
    <w:p w:rsidR="00D12CDF" w:rsidRPr="003A10DE" w:rsidRDefault="00D12CDF" w:rsidP="00505C83">
      <w:pPr>
        <w:spacing w:after="0" w:line="240" w:lineRule="auto"/>
        <w:rPr>
          <w:rFonts w:ascii="Times New Roman" w:eastAsia="Times New Roman" w:hAnsi="Times New Roman"/>
          <w:sz w:val="24"/>
          <w:szCs w:val="24"/>
        </w:rPr>
      </w:pPr>
    </w:p>
    <w:p w:rsidR="00D12CDF" w:rsidRPr="00C04452" w:rsidRDefault="00D12CDF" w:rsidP="00505C83">
      <w:pPr>
        <w:spacing w:after="0" w:line="240" w:lineRule="auto"/>
        <w:rPr>
          <w:rFonts w:ascii="Times New Roman" w:eastAsia="Times New Roman" w:hAnsi="Times New Roman"/>
          <w:sz w:val="24"/>
          <w:szCs w:val="24"/>
          <w:u w:val="single"/>
        </w:rPr>
      </w:pPr>
      <w:r w:rsidRPr="00C04452">
        <w:rPr>
          <w:rFonts w:ascii="Arial" w:eastAsia="Times New Roman" w:hAnsi="Arial" w:cs="Arial"/>
          <w:b/>
          <w:bCs/>
          <w:color w:val="000000"/>
          <w:sz w:val="29"/>
          <w:szCs w:val="29"/>
          <w:u w:val="single"/>
        </w:rPr>
        <w:t>Open Questions</w:t>
      </w:r>
    </w:p>
    <w:p w:rsidR="00D12CDF" w:rsidRPr="00505C83" w:rsidRDefault="00D12CDF" w:rsidP="00505C83">
      <w:pPr>
        <w:spacing w:after="0" w:line="240" w:lineRule="auto"/>
        <w:rPr>
          <w:rFonts w:ascii="Times New Roman" w:eastAsia="Times New Roman" w:hAnsi="Times New Roman"/>
          <w:sz w:val="24"/>
          <w:szCs w:val="24"/>
        </w:rPr>
      </w:pPr>
    </w:p>
    <w:p w:rsidR="00D12CDF" w:rsidRPr="003A10DE" w:rsidRDefault="00D12CDF" w:rsidP="00505C83">
      <w:pPr>
        <w:spacing w:after="0" w:line="240" w:lineRule="auto"/>
        <w:rPr>
          <w:rFonts w:ascii="Times New Roman" w:eastAsia="Times New Roman" w:hAnsi="Times New Roman"/>
          <w:sz w:val="24"/>
          <w:szCs w:val="24"/>
        </w:rPr>
      </w:pPr>
      <w:r w:rsidRPr="003A10DE">
        <w:rPr>
          <w:rFonts w:ascii="Arial" w:eastAsia="Times New Roman" w:hAnsi="Arial" w:cs="Arial"/>
          <w:color w:val="000000"/>
          <w:sz w:val="24"/>
          <w:szCs w:val="24"/>
        </w:rPr>
        <w:t>1) On</w:t>
      </w:r>
      <w:r>
        <w:rPr>
          <w:rFonts w:ascii="Arial" w:eastAsia="Times New Roman" w:hAnsi="Arial" w:cs="Arial"/>
          <w:color w:val="000000"/>
          <w:sz w:val="24"/>
          <w:szCs w:val="24"/>
        </w:rPr>
        <w:t xml:space="preserve"> Page 327</w:t>
      </w:r>
      <w:r w:rsidRPr="003A10DE">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3A10DE">
        <w:rPr>
          <w:rFonts w:ascii="Arial" w:eastAsia="Times New Roman" w:hAnsi="Arial" w:cs="Arial"/>
          <w:color w:val="000000"/>
          <w:sz w:val="24"/>
          <w:szCs w:val="24"/>
        </w:rPr>
        <w:t>last 2 paragraphs, what is the significance of Elijah’s actions?</w:t>
      </w:r>
    </w:p>
    <w:p w:rsidR="00D12CDF" w:rsidRPr="003A10DE" w:rsidRDefault="00D12CDF" w:rsidP="00505C83">
      <w:pPr>
        <w:spacing w:after="0" w:line="240" w:lineRule="auto"/>
        <w:rPr>
          <w:rFonts w:ascii="Times New Roman" w:eastAsia="Times New Roman" w:hAnsi="Times New Roman"/>
          <w:sz w:val="24"/>
          <w:szCs w:val="24"/>
        </w:rPr>
      </w:pPr>
      <w:r w:rsidRPr="003A10DE">
        <w:rPr>
          <w:rFonts w:ascii="Arial" w:eastAsia="Times New Roman" w:hAnsi="Arial" w:cs="Arial"/>
          <w:color w:val="000000"/>
          <w:sz w:val="24"/>
          <w:szCs w:val="24"/>
        </w:rPr>
        <w:t>2) On Page 332, what is the purpose of starting the chapter with a flashback of Elijah’s past?</w:t>
      </w:r>
    </w:p>
    <w:p w:rsidR="00D12CDF" w:rsidRPr="003A10DE" w:rsidRDefault="00D12CDF" w:rsidP="00505C83">
      <w:pPr>
        <w:rPr>
          <w:rFonts w:ascii="Arial" w:eastAsia="Times New Roman" w:hAnsi="Arial" w:cs="Arial"/>
          <w:color w:val="000000"/>
          <w:sz w:val="24"/>
          <w:szCs w:val="24"/>
        </w:rPr>
      </w:pPr>
      <w:r>
        <w:rPr>
          <w:rFonts w:ascii="Arial" w:eastAsia="Times New Roman" w:hAnsi="Arial" w:cs="Arial"/>
          <w:color w:val="000000"/>
          <w:sz w:val="24"/>
          <w:szCs w:val="24"/>
        </w:rPr>
        <w:t>3</w:t>
      </w:r>
      <w:r w:rsidRPr="003A10DE">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3A10DE">
        <w:rPr>
          <w:rFonts w:ascii="Arial" w:eastAsia="Times New Roman" w:hAnsi="Arial" w:cs="Arial"/>
          <w:color w:val="000000"/>
          <w:sz w:val="24"/>
          <w:szCs w:val="24"/>
        </w:rPr>
        <w:t>On Page 337, why do you think Elijah steals the morphine and injects it into the wounded soldier?</w:t>
      </w:r>
    </w:p>
    <w:p w:rsidR="00D12CDF" w:rsidRPr="003A10DE" w:rsidRDefault="00D12CDF" w:rsidP="00505C83">
      <w:pPr>
        <w:jc w:val="right"/>
        <w:rPr>
          <w:b/>
          <w:sz w:val="24"/>
          <w:szCs w:val="24"/>
        </w:rPr>
      </w:pPr>
      <w:r w:rsidRPr="003A10DE">
        <w:rPr>
          <w:rFonts w:ascii="Arial" w:eastAsia="Times New Roman" w:hAnsi="Arial" w:cs="Arial"/>
          <w:b/>
          <w:color w:val="000000"/>
          <w:sz w:val="24"/>
          <w:szCs w:val="24"/>
        </w:rPr>
        <w:t>By: Isabella Liang, Vanessa Cassar, Andrew Gao</w:t>
      </w:r>
    </w:p>
    <w:sectPr w:rsidR="00D12CDF" w:rsidRPr="003A10DE" w:rsidSect="00505C8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s²Ó©úÅé"/>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54A6"/>
    <w:multiLevelType w:val="multilevel"/>
    <w:tmpl w:val="6810B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F7424"/>
    <w:multiLevelType w:val="multilevel"/>
    <w:tmpl w:val="CC82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30F54"/>
    <w:multiLevelType w:val="multilevel"/>
    <w:tmpl w:val="9816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BF4DD2"/>
    <w:multiLevelType w:val="multilevel"/>
    <w:tmpl w:val="8B106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515045"/>
    <w:multiLevelType w:val="multilevel"/>
    <w:tmpl w:val="3ECA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E3783E"/>
    <w:multiLevelType w:val="multilevel"/>
    <w:tmpl w:val="4C74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7823DE"/>
    <w:multiLevelType w:val="multilevel"/>
    <w:tmpl w:val="7A0A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6"/>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C83"/>
    <w:rsid w:val="003A10DE"/>
    <w:rsid w:val="00505C83"/>
    <w:rsid w:val="00551029"/>
    <w:rsid w:val="007D7F63"/>
    <w:rsid w:val="0090628B"/>
    <w:rsid w:val="00AA4B9D"/>
    <w:rsid w:val="00AA4F74"/>
    <w:rsid w:val="00C04452"/>
    <w:rsid w:val="00D12CDF"/>
    <w:rsid w:val="00DA573C"/>
    <w:rsid w:val="00DE2E1A"/>
    <w:rsid w:val="00FC48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eastAsia="zh-TW"/>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05C8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73188036">
      <w:marLeft w:val="0"/>
      <w:marRight w:val="0"/>
      <w:marTop w:val="0"/>
      <w:marBottom w:val="0"/>
      <w:divBdr>
        <w:top w:val="none" w:sz="0" w:space="0" w:color="auto"/>
        <w:left w:val="none" w:sz="0" w:space="0" w:color="auto"/>
        <w:bottom w:val="none" w:sz="0" w:space="0" w:color="auto"/>
        <w:right w:val="none" w:sz="0" w:space="0" w:color="auto"/>
      </w:divBdr>
    </w:div>
    <w:div w:id="1373188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712</Words>
  <Characters>4061</Characters>
  <Application>Microsoft Office Outlook</Application>
  <DocSecurity>0</DocSecurity>
  <Lines>0</Lines>
  <Paragraphs>0</Paragraphs>
  <ScaleCrop>false</ScaleCrop>
  <Company>SELF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Day Road</dc:title>
  <dc:subject/>
  <dc:creator>SELF</dc:creator>
  <cp:keywords/>
  <dc:description/>
  <cp:lastModifiedBy>User</cp:lastModifiedBy>
  <cp:revision>3</cp:revision>
  <dcterms:created xsi:type="dcterms:W3CDTF">2014-04-02T16:09:00Z</dcterms:created>
  <dcterms:modified xsi:type="dcterms:W3CDTF">2014-04-02T16:09:00Z</dcterms:modified>
</cp:coreProperties>
</file>